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517" w:rsidRPr="00E00A35" w:rsidRDefault="000E5517" w:rsidP="00AE7CE8">
      <w:pPr>
        <w:rPr>
          <w:rFonts w:ascii="Arial" w:hAnsi="Arial" w:cs="Arial"/>
          <w:sz w:val="20"/>
        </w:rPr>
      </w:pPr>
      <w:r w:rsidRPr="00E00A35">
        <w:rPr>
          <w:rFonts w:ascii="Arial" w:hAnsi="Arial" w:cs="Arial"/>
          <w:sz w:val="20"/>
        </w:rPr>
        <w:t>Absender: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9A19E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AE7CE8">
            <w:pPr>
              <w:pStyle w:val="EinfacherAbsatz"/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 der Institution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9A19E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9A19E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Ansprechpartner für die Umsetzung (Name, Vorname, Titel, Funktion)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9A19E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9A19E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Postanschrift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136429" w:rsidTr="009A19E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0E5517" w:rsidRPr="0056794E" w:rsidRDefault="000E5517" w:rsidP="009A19E5">
            <w:pPr>
              <w:pStyle w:val="EinfacherAbsatz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bookmarkStart w:id="0" w:name="_GoBack"/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0"/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Pr="00DB5283" w:rsidRDefault="000E5517" w:rsidP="00AE7CE8">
      <w:pPr>
        <w:tabs>
          <w:tab w:val="left" w:pos="4253"/>
        </w:tabs>
        <w:spacing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E-Mail, Telefon, Fax</w:t>
      </w:r>
    </w:p>
    <w:p w:rsidR="000E5517" w:rsidRDefault="000E5517" w:rsidP="000E5517">
      <w:pPr>
        <w:rPr>
          <w:rFonts w:ascii="Arial" w:hAnsi="Arial" w:cs="Arial"/>
          <w:sz w:val="20"/>
        </w:rPr>
      </w:pPr>
    </w:p>
    <w:p w:rsidR="000E5517" w:rsidRDefault="000E5517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 die</w:t>
      </w:r>
    </w:p>
    <w:p w:rsidR="000E5517" w:rsidRDefault="000E5517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Alexander von Humboldt-Stiftung</w:t>
      </w:r>
    </w:p>
    <w:p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Referat 1.1</w:t>
      </w:r>
    </w:p>
    <w:p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Jean-Paul-Str. 12</w:t>
      </w:r>
    </w:p>
    <w:p w:rsidR="00E00A35" w:rsidRDefault="00E00A35" w:rsidP="000E55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53173 Bonn</w:t>
      </w:r>
    </w:p>
    <w:p w:rsidR="000E5517" w:rsidRDefault="000E5517" w:rsidP="000E5517">
      <w:pPr>
        <w:rPr>
          <w:rFonts w:ascii="Arial" w:hAnsi="Arial" w:cs="Arial"/>
          <w:sz w:val="20"/>
        </w:rPr>
      </w:pPr>
    </w:p>
    <w:p w:rsidR="00A679C5" w:rsidRDefault="00A679C5" w:rsidP="004832CF">
      <w:pPr>
        <w:pStyle w:val="Kopfzeile"/>
        <w:jc w:val="center"/>
        <w:rPr>
          <w:rFonts w:ascii="Arial" w:hAnsi="Arial" w:cs="Arial"/>
          <w:b/>
          <w:color w:val="006600"/>
          <w:sz w:val="28"/>
          <w:szCs w:val="28"/>
        </w:rPr>
      </w:pPr>
    </w:p>
    <w:p w:rsidR="004832CF" w:rsidRPr="00D51763" w:rsidRDefault="004832CF" w:rsidP="004832CF">
      <w:pPr>
        <w:pStyle w:val="Kopfzeile"/>
        <w:jc w:val="center"/>
        <w:rPr>
          <w:rFonts w:ascii="Arial" w:hAnsi="Arial" w:cs="Arial"/>
          <w:b/>
          <w:color w:val="006600"/>
          <w:sz w:val="28"/>
          <w:szCs w:val="28"/>
        </w:rPr>
      </w:pPr>
      <w:r w:rsidRPr="00D51763">
        <w:rPr>
          <w:rFonts w:ascii="Arial" w:hAnsi="Arial" w:cs="Arial"/>
          <w:b/>
          <w:color w:val="006600"/>
          <w:sz w:val="28"/>
          <w:szCs w:val="28"/>
        </w:rPr>
        <w:t xml:space="preserve">Philipp </w:t>
      </w:r>
      <w:r w:rsidRPr="0090696F">
        <w:rPr>
          <w:rFonts w:ascii="Arial" w:hAnsi="Arial" w:cs="Arial"/>
          <w:b/>
          <w:color w:val="006600"/>
          <w:sz w:val="28"/>
          <w:szCs w:val="28"/>
        </w:rPr>
        <w:t>Schwartz-Initiative</w:t>
      </w:r>
      <w:r w:rsidRPr="00D51763">
        <w:rPr>
          <w:rFonts w:ascii="Arial" w:hAnsi="Arial" w:cs="Arial"/>
          <w:b/>
          <w:color w:val="006600"/>
          <w:sz w:val="28"/>
          <w:szCs w:val="28"/>
        </w:rPr>
        <w:t xml:space="preserve"> der Alexander von Humboldt-Stiftung</w:t>
      </w:r>
    </w:p>
    <w:p w:rsidR="004832CF" w:rsidRPr="00D51763" w:rsidRDefault="004832CF" w:rsidP="004832CF">
      <w:pPr>
        <w:pStyle w:val="Kopfzeile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Erklärung zum Mittelabruf</w:t>
      </w:r>
    </w:p>
    <w:p w:rsidR="004832CF" w:rsidRPr="00AE7CE8" w:rsidRDefault="004832CF" w:rsidP="004832CF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18"/>
          <w:szCs w:val="18"/>
        </w:rPr>
      </w:pPr>
      <w:r w:rsidRPr="00AE7CE8">
        <w:rPr>
          <w:rFonts w:ascii="Arial" w:hAnsi="Arial" w:cs="Arial"/>
          <w:sz w:val="18"/>
          <w:szCs w:val="18"/>
        </w:rPr>
        <w:t xml:space="preserve">Formularstand: </w:t>
      </w:r>
      <w:r w:rsidR="00C119F2">
        <w:rPr>
          <w:rFonts w:ascii="Arial" w:hAnsi="Arial" w:cs="Arial"/>
          <w:sz w:val="18"/>
          <w:szCs w:val="18"/>
        </w:rPr>
        <w:t>21</w:t>
      </w:r>
      <w:r w:rsidRPr="00AE7CE8">
        <w:rPr>
          <w:rFonts w:ascii="Arial" w:hAnsi="Arial" w:cs="Arial"/>
          <w:sz w:val="18"/>
          <w:szCs w:val="18"/>
        </w:rPr>
        <w:t>.12.2017</w:t>
      </w:r>
    </w:p>
    <w:p w:rsidR="005441CC" w:rsidRPr="00F60867" w:rsidRDefault="005441CC" w:rsidP="005441CC">
      <w:pPr>
        <w:pBdr>
          <w:bottom w:val="single" w:sz="6" w:space="1" w:color="auto"/>
        </w:pBdr>
        <w:jc w:val="center"/>
        <w:rPr>
          <w:rFonts w:ascii="Arial" w:hAnsi="Arial" w:cs="Arial"/>
          <w:sz w:val="12"/>
          <w:szCs w:val="12"/>
        </w:rPr>
      </w:pPr>
    </w:p>
    <w:p w:rsidR="0059144F" w:rsidRDefault="0059144F" w:rsidP="00DC7B89">
      <w:pPr>
        <w:jc w:val="both"/>
        <w:rPr>
          <w:rFonts w:ascii="Arial" w:hAnsi="Arial" w:cs="Arial"/>
          <w:sz w:val="20"/>
        </w:rPr>
      </w:pPr>
    </w:p>
    <w:p w:rsidR="00DC7B89" w:rsidRPr="005441CC" w:rsidRDefault="00DC7B89" w:rsidP="00DC7B89">
      <w:pPr>
        <w:jc w:val="both"/>
        <w:rPr>
          <w:rFonts w:ascii="Arial" w:hAnsi="Arial" w:cs="Arial"/>
          <w:sz w:val="20"/>
        </w:rPr>
      </w:pPr>
      <w:r w:rsidRPr="005441CC">
        <w:rPr>
          <w:rFonts w:ascii="Arial" w:hAnsi="Arial" w:cs="Arial"/>
          <w:sz w:val="20"/>
        </w:rPr>
        <w:t>Hinweise:</w:t>
      </w:r>
    </w:p>
    <w:p w:rsidR="00B076A8" w:rsidRDefault="00E9744F" w:rsidP="00DC7B89">
      <w:pPr>
        <w:jc w:val="both"/>
        <w:rPr>
          <w:rFonts w:ascii="Arial" w:hAnsi="Arial" w:cs="Arial"/>
          <w:sz w:val="20"/>
        </w:rPr>
      </w:pPr>
      <w:r w:rsidRPr="005441CC">
        <w:rPr>
          <w:rFonts w:ascii="Arial" w:hAnsi="Arial" w:cs="Arial"/>
          <w:sz w:val="20"/>
        </w:rPr>
        <w:t>D</w:t>
      </w:r>
      <w:r w:rsidR="00736553" w:rsidRPr="005441CC">
        <w:rPr>
          <w:rFonts w:ascii="Arial" w:hAnsi="Arial" w:cs="Arial"/>
          <w:sz w:val="20"/>
        </w:rPr>
        <w:t xml:space="preserve">ie Erklärung </w:t>
      </w:r>
      <w:r w:rsidRPr="005441CC">
        <w:rPr>
          <w:rFonts w:ascii="Arial" w:hAnsi="Arial" w:cs="Arial"/>
          <w:sz w:val="20"/>
        </w:rPr>
        <w:t xml:space="preserve">ist </w:t>
      </w:r>
      <w:r w:rsidR="00736553" w:rsidRPr="005441CC">
        <w:rPr>
          <w:rFonts w:ascii="Arial" w:hAnsi="Arial" w:cs="Arial"/>
          <w:sz w:val="20"/>
        </w:rPr>
        <w:t>im Original ein</w:t>
      </w:r>
      <w:r w:rsidRPr="005441CC">
        <w:rPr>
          <w:rFonts w:ascii="Arial" w:hAnsi="Arial" w:cs="Arial"/>
          <w:sz w:val="20"/>
        </w:rPr>
        <w:t>zureichen</w:t>
      </w:r>
      <w:r w:rsidR="00736553" w:rsidRPr="005441CC">
        <w:rPr>
          <w:rFonts w:ascii="Arial" w:hAnsi="Arial" w:cs="Arial"/>
          <w:sz w:val="20"/>
        </w:rPr>
        <w:t xml:space="preserve">. Optional können Sie </w:t>
      </w:r>
      <w:r w:rsidR="005441CC" w:rsidRPr="005441CC">
        <w:rPr>
          <w:rFonts w:ascii="Arial" w:hAnsi="Arial" w:cs="Arial"/>
          <w:sz w:val="20"/>
        </w:rPr>
        <w:t xml:space="preserve">sie </w:t>
      </w:r>
      <w:r w:rsidR="00736553" w:rsidRPr="005441CC">
        <w:rPr>
          <w:rFonts w:ascii="Arial" w:hAnsi="Arial" w:cs="Arial"/>
          <w:sz w:val="20"/>
        </w:rPr>
        <w:t>uns vorab per Fax (0228-833-114) oder E-Mail (</w:t>
      </w:r>
      <w:hyperlink r:id="rId9" w:history="1">
        <w:r w:rsidR="00736553" w:rsidRPr="005441CC">
          <w:rPr>
            <w:rStyle w:val="Hyperlink"/>
            <w:rFonts w:ascii="Arial" w:hAnsi="Arial" w:cs="Arial"/>
            <w:sz w:val="20"/>
          </w:rPr>
          <w:t>schwartz-initiative@avh.de</w:t>
        </w:r>
      </w:hyperlink>
      <w:r w:rsidR="00736553" w:rsidRPr="005441CC">
        <w:rPr>
          <w:rFonts w:ascii="Arial" w:hAnsi="Arial" w:cs="Arial"/>
          <w:sz w:val="20"/>
        </w:rPr>
        <w:t xml:space="preserve">) zur </w:t>
      </w:r>
      <w:r w:rsidRPr="005441CC">
        <w:rPr>
          <w:rFonts w:ascii="Arial" w:hAnsi="Arial" w:cs="Arial"/>
          <w:sz w:val="20"/>
        </w:rPr>
        <w:t>Durchsicht</w:t>
      </w:r>
      <w:r w:rsidR="00736553" w:rsidRPr="005441CC">
        <w:rPr>
          <w:rFonts w:ascii="Arial" w:hAnsi="Arial" w:cs="Arial"/>
          <w:sz w:val="20"/>
        </w:rPr>
        <w:t xml:space="preserve"> senden.</w:t>
      </w:r>
      <w:r w:rsidR="00DC7B89" w:rsidRPr="005441CC">
        <w:rPr>
          <w:rFonts w:ascii="Arial" w:hAnsi="Arial" w:cs="Arial"/>
          <w:sz w:val="20"/>
        </w:rPr>
        <w:t xml:space="preserve"> </w:t>
      </w:r>
      <w:r w:rsidR="00B076A8" w:rsidRPr="005441CC">
        <w:rPr>
          <w:rFonts w:ascii="Arial" w:hAnsi="Arial" w:cs="Arial"/>
          <w:sz w:val="20"/>
          <w:szCs w:val="18"/>
        </w:rPr>
        <w:t>Bitte füllen Sie für jeden Stipendiaten/jede Stipendiatin einen eigenen Mittelabruf aus.</w:t>
      </w:r>
      <w:r w:rsidR="00176023" w:rsidRPr="00176023">
        <w:rPr>
          <w:rFonts w:ascii="Arial" w:hAnsi="Arial" w:cs="Arial"/>
          <w:sz w:val="20"/>
        </w:rPr>
        <w:t xml:space="preserve"> </w:t>
      </w:r>
      <w:r w:rsidR="00176023">
        <w:rPr>
          <w:rFonts w:ascii="Arial" w:hAnsi="Arial" w:cs="Arial"/>
          <w:sz w:val="20"/>
        </w:rPr>
        <w:t xml:space="preserve">Bitte beachten Sie, dass alle Fördermittel gemäß </w:t>
      </w:r>
      <w:proofErr w:type="spellStart"/>
      <w:r w:rsidR="00176023">
        <w:rPr>
          <w:rFonts w:ascii="Arial" w:hAnsi="Arial" w:cs="Arial"/>
          <w:sz w:val="20"/>
        </w:rPr>
        <w:t>ANBest</w:t>
      </w:r>
      <w:proofErr w:type="spellEnd"/>
      <w:r w:rsidR="00176023">
        <w:rPr>
          <w:rFonts w:ascii="Arial" w:hAnsi="Arial" w:cs="Arial"/>
          <w:sz w:val="20"/>
        </w:rPr>
        <w:t>-P innerhalb von 6 Wochen nach Eingang zu verbrauchen sind. D</w:t>
      </w:r>
      <w:r w:rsidR="00176023" w:rsidRPr="00BD0F56">
        <w:rPr>
          <w:rFonts w:ascii="Arial" w:hAnsi="Arial" w:cs="Arial"/>
          <w:sz w:val="20"/>
        </w:rPr>
        <w:t>ie Bearbeitungs</w:t>
      </w:r>
      <w:r w:rsidR="00176023">
        <w:rPr>
          <w:rFonts w:ascii="Arial" w:hAnsi="Arial" w:cs="Arial"/>
          <w:sz w:val="20"/>
        </w:rPr>
        <w:t>dauer</w:t>
      </w:r>
      <w:r w:rsidR="00176023" w:rsidRPr="00BD0F56">
        <w:rPr>
          <w:rFonts w:ascii="Arial" w:hAnsi="Arial" w:cs="Arial"/>
          <w:sz w:val="20"/>
        </w:rPr>
        <w:t xml:space="preserve"> </w:t>
      </w:r>
      <w:r w:rsidR="00BA798E">
        <w:rPr>
          <w:rFonts w:ascii="Arial" w:hAnsi="Arial" w:cs="Arial"/>
          <w:sz w:val="20"/>
        </w:rPr>
        <w:t xml:space="preserve">für Mittelabrufe </w:t>
      </w:r>
      <w:r w:rsidR="00176023">
        <w:rPr>
          <w:rFonts w:ascii="Arial" w:hAnsi="Arial" w:cs="Arial"/>
          <w:sz w:val="20"/>
        </w:rPr>
        <w:t>beträgt bis zu 20 Werktage.</w:t>
      </w:r>
    </w:p>
    <w:p w:rsidR="00176023" w:rsidRPr="005441CC" w:rsidRDefault="00176023" w:rsidP="00DC7B89">
      <w:pPr>
        <w:jc w:val="both"/>
        <w:rPr>
          <w:rFonts w:ascii="Arial" w:hAnsi="Arial" w:cs="Arial"/>
          <w:sz w:val="20"/>
        </w:rPr>
      </w:pPr>
    </w:p>
    <w:p w:rsidR="00176023" w:rsidRPr="005441CC" w:rsidRDefault="00176023" w:rsidP="0017602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0"/>
          <w:szCs w:val="18"/>
        </w:rPr>
      </w:pPr>
      <w:r w:rsidRPr="005441CC">
        <w:rPr>
          <w:rFonts w:ascii="Arial" w:hAnsi="Arial" w:cs="Arial"/>
          <w:b/>
          <w:sz w:val="20"/>
          <w:szCs w:val="18"/>
        </w:rPr>
        <w:t xml:space="preserve">Wir bitten um Überweisung von Fördermitteln in der </w:t>
      </w:r>
      <w:r>
        <w:rPr>
          <w:rFonts w:ascii="Arial" w:hAnsi="Arial" w:cs="Arial"/>
          <w:b/>
          <w:sz w:val="20"/>
          <w:szCs w:val="18"/>
        </w:rPr>
        <w:t>unten</w:t>
      </w:r>
      <w:r w:rsidRPr="005441CC">
        <w:rPr>
          <w:rFonts w:ascii="Arial" w:hAnsi="Arial" w:cs="Arial"/>
          <w:b/>
          <w:sz w:val="20"/>
          <w:szCs w:val="18"/>
        </w:rPr>
        <w:t xml:space="preserve"> angegebenen Höhe und zu dem angegebenen Auszahlungstermin:</w:t>
      </w:r>
    </w:p>
    <w:p w:rsidR="00736553" w:rsidRDefault="00736553" w:rsidP="00736553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tbl>
      <w:tblPr>
        <w:tblW w:w="5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851"/>
      </w:tblGrid>
      <w:tr w:rsidR="00383970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383970" w:rsidRDefault="00383970" w:rsidP="004539C8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Auswahlrunde: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383970" w:rsidRPr="000F5EE3" w:rsidRDefault="00383970" w:rsidP="004539C8">
            <w:pPr>
              <w:spacing w:after="120"/>
              <w:rPr>
                <w:rFonts w:ascii="Arial" w:hAnsi="Arial"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:rsidR="00EC557E" w:rsidRDefault="00EC557E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3685"/>
        <w:gridCol w:w="993"/>
      </w:tblGrid>
      <w:tr w:rsidR="005C3658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5C3658" w:rsidRPr="00B61B1F" w:rsidRDefault="005C3658" w:rsidP="006F17FF">
            <w:pPr>
              <w:spacing w:after="120"/>
              <w:ind w:left="-108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>Mittel aus der Pauschale von 12.000 EUR</w:t>
            </w:r>
            <w:r w:rsidR="006F17FF">
              <w:rPr>
                <w:rFonts w:ascii="Arial" w:hAnsi="Arial" w:cs="Arial"/>
                <w:sz w:val="20"/>
              </w:rPr>
              <w:t xml:space="preserve"> i.H.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5C3658" w:rsidRPr="00775821" w:rsidRDefault="005C3658" w:rsidP="00270E63">
            <w:pPr>
              <w:spacing w:after="120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3658" w:rsidRPr="00775821" w:rsidRDefault="005C3658" w:rsidP="00270E63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BD0F56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BD0F56" w:rsidRDefault="00BD0F56" w:rsidP="00B61B1F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BD0F56" w:rsidRPr="000F5EE3" w:rsidRDefault="00BD0F56" w:rsidP="00B61B1F">
            <w:pPr>
              <w:spacing w:after="120"/>
              <w:ind w:hanging="958"/>
              <w:rPr>
                <w:rFonts w:ascii="Arial" w:hAnsi="Arial"/>
                <w:sz w:val="20"/>
                <w:lang w:val="en-GB"/>
              </w:rPr>
            </w:pPr>
          </w:p>
        </w:tc>
      </w:tr>
      <w:tr w:rsidR="00755974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755974" w:rsidRPr="00B61B1F" w:rsidRDefault="00755974" w:rsidP="00755974">
            <w:pPr>
              <w:spacing w:after="120"/>
              <w:ind w:left="-108"/>
              <w:rPr>
                <w:rFonts w:ascii="Arial" w:hAnsi="Arial" w:cs="Arial"/>
                <w:color w:val="0066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Mittel für </w:t>
            </w:r>
            <w:r w:rsidRPr="00B61B1F">
              <w:rPr>
                <w:rFonts w:ascii="Arial" w:hAnsi="Arial" w:cs="Arial"/>
                <w:sz w:val="20"/>
              </w:rPr>
              <w:t>Stipendien</w:t>
            </w:r>
            <w:r w:rsidR="006F17FF">
              <w:rPr>
                <w:rFonts w:ascii="Arial" w:hAnsi="Arial" w:cs="Arial"/>
                <w:sz w:val="20"/>
              </w:rPr>
              <w:t xml:space="preserve"> in Höhe von</w:t>
            </w:r>
            <w:r w:rsidRPr="00B61B1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755974" w:rsidRPr="00775821" w:rsidRDefault="00755974" w:rsidP="00722A58">
            <w:pPr>
              <w:spacing w:after="120"/>
              <w:rPr>
                <w:rFonts w:ascii="Arial" w:hAnsi="Arial"/>
                <w:sz w:val="20"/>
              </w:rPr>
            </w:pPr>
            <w:r w:rsidRPr="000F5EE3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775821">
              <w:rPr>
                <w:rFonts w:ascii="Arial" w:hAnsi="Arial"/>
                <w:sz w:val="20"/>
              </w:rPr>
              <w:instrText xml:space="preserve"> FORMTEXT </w:instrText>
            </w:r>
            <w:r w:rsidRPr="000F5EE3">
              <w:rPr>
                <w:rFonts w:ascii="Arial" w:hAnsi="Arial"/>
                <w:sz w:val="20"/>
                <w:lang w:val="en-GB"/>
              </w:rPr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0F5EE3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5974" w:rsidRPr="00775821" w:rsidRDefault="00755974" w:rsidP="00722A58">
            <w:pPr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EUR</w:t>
            </w:r>
          </w:p>
        </w:tc>
      </w:tr>
      <w:tr w:rsidR="00BD0F56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BD0F56" w:rsidRDefault="00BD0F56" w:rsidP="00B61B1F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Name, Vorname des Stipendiaten/der Stipendiatin:</w:t>
            </w:r>
          </w:p>
        </w:tc>
        <w:tc>
          <w:tcPr>
            <w:tcW w:w="4678" w:type="dxa"/>
            <w:gridSpan w:val="2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BD0F56" w:rsidRPr="00BD0F56" w:rsidRDefault="00722A58" w:rsidP="00722A58">
            <w:pPr>
              <w:spacing w:after="120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22A58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722A58" w:rsidRDefault="00722A58" w:rsidP="001A4D08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22A58" w:rsidRPr="000F5EE3" w:rsidRDefault="00722A58" w:rsidP="001A4D08">
            <w:pPr>
              <w:spacing w:after="120"/>
              <w:ind w:hanging="958"/>
              <w:rPr>
                <w:rFonts w:ascii="Arial" w:hAnsi="Arial"/>
                <w:sz w:val="20"/>
                <w:lang w:val="en-GB"/>
              </w:rPr>
            </w:pPr>
          </w:p>
        </w:tc>
      </w:tr>
      <w:tr w:rsidR="00BD0F56" w:rsidRPr="00E2176A" w:rsidTr="00221FD1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:rsidR="00BD0F56" w:rsidRDefault="00BD0F56" w:rsidP="00B61B1F">
            <w:pPr>
              <w:spacing w:after="12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Auszahlungstermin:</w:t>
            </w:r>
          </w:p>
        </w:tc>
        <w:tc>
          <w:tcPr>
            <w:tcW w:w="4678" w:type="dxa"/>
            <w:gridSpan w:val="2"/>
            <w:tcBorders>
              <w:bottom w:val="dotted" w:sz="4" w:space="0" w:color="auto"/>
            </w:tcBorders>
            <w:shd w:val="clear" w:color="auto" w:fill="F9F9F9"/>
            <w:vAlign w:val="center"/>
          </w:tcPr>
          <w:p w:rsidR="00BD0F56" w:rsidRPr="00BD0F56" w:rsidRDefault="00722A58" w:rsidP="00722A58">
            <w:pPr>
              <w:spacing w:after="120"/>
              <w:rPr>
                <w:rFonts w:ascii="Arial" w:hAnsi="Arial"/>
                <w:sz w:val="20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:rsidR="00BD0F56" w:rsidRDefault="00BD0F56" w:rsidP="00BD0F56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BD0F56" w:rsidRDefault="00BD0F56" w:rsidP="00BD0F56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E9744F" w:rsidRDefault="00B61B1F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Bankverbindung:</w:t>
      </w:r>
    </w:p>
    <w:p w:rsidR="00B61B1F" w:rsidRPr="009F1ACF" w:rsidRDefault="00B61B1F">
      <w:pPr>
        <w:overflowPunct/>
        <w:autoSpaceDE/>
        <w:autoSpaceDN/>
        <w:adjustRightInd/>
        <w:textAlignment w:val="auto"/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0"/>
        <w:gridCol w:w="5854"/>
      </w:tblGrid>
      <w:tr w:rsidR="00736553" w:rsidRPr="00217F16" w:rsidTr="001513B8">
        <w:trPr>
          <w:trHeight w:hRule="exact" w:val="397"/>
        </w:trPr>
        <w:tc>
          <w:tcPr>
            <w:tcW w:w="3610" w:type="dxa"/>
          </w:tcPr>
          <w:p w:rsidR="00736553" w:rsidRPr="00217F16" w:rsidRDefault="00736553" w:rsidP="0073655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Bewilligungsempfänger</w:t>
            </w:r>
          </w:p>
        </w:tc>
        <w:tc>
          <w:tcPr>
            <w:tcW w:w="5854" w:type="dxa"/>
            <w:tcBorders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E9744F">
            <w:pPr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1513B8">
        <w:trPr>
          <w:trHeight w:hRule="exact" w:val="397"/>
        </w:trPr>
        <w:tc>
          <w:tcPr>
            <w:tcW w:w="3610" w:type="dxa"/>
          </w:tcPr>
          <w:p w:rsidR="00736553" w:rsidRPr="00217F16" w:rsidRDefault="00736553" w:rsidP="009A19E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 xml:space="preserve">Name </w:t>
            </w:r>
            <w:r>
              <w:rPr>
                <w:rFonts w:ascii="Arial" w:hAnsi="Arial" w:cs="Arial"/>
                <w:sz w:val="20"/>
                <w:szCs w:val="18"/>
              </w:rPr>
              <w:t>und Ort des</w:t>
            </w:r>
            <w:r w:rsidRPr="00217F16">
              <w:rPr>
                <w:rFonts w:ascii="Arial" w:hAnsi="Arial" w:cs="Arial"/>
                <w:sz w:val="20"/>
                <w:szCs w:val="18"/>
              </w:rPr>
              <w:t xml:space="preserve"> Bank</w:t>
            </w:r>
            <w:r>
              <w:rPr>
                <w:rFonts w:ascii="Arial" w:hAnsi="Arial" w:cs="Arial"/>
                <w:sz w:val="20"/>
                <w:szCs w:val="18"/>
              </w:rPr>
              <w:t>instituts</w:t>
            </w:r>
          </w:p>
        </w:tc>
        <w:tc>
          <w:tcPr>
            <w:tcW w:w="585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>
            <w:pPr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1513B8">
        <w:trPr>
          <w:trHeight w:hRule="exact" w:val="397"/>
        </w:trPr>
        <w:tc>
          <w:tcPr>
            <w:tcW w:w="3610" w:type="dxa"/>
          </w:tcPr>
          <w:p w:rsidR="00736553" w:rsidRPr="00217F16" w:rsidRDefault="00736553" w:rsidP="009A19E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>IBAN</w:t>
            </w:r>
            <w:r>
              <w:rPr>
                <w:rFonts w:ascii="Arial" w:hAnsi="Arial" w:cs="Arial"/>
                <w:sz w:val="20"/>
                <w:szCs w:val="18"/>
              </w:rPr>
              <w:t xml:space="preserve"> (internationale Kontonummer)</w:t>
            </w:r>
          </w:p>
        </w:tc>
        <w:tc>
          <w:tcPr>
            <w:tcW w:w="585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>
            <w:pPr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1513B8">
        <w:trPr>
          <w:trHeight w:hRule="exact" w:val="397"/>
        </w:trPr>
        <w:tc>
          <w:tcPr>
            <w:tcW w:w="3610" w:type="dxa"/>
          </w:tcPr>
          <w:p w:rsidR="00736553" w:rsidRPr="00217F16" w:rsidRDefault="00736553" w:rsidP="009A19E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 w:rsidRPr="00217F16">
              <w:rPr>
                <w:rFonts w:ascii="Arial" w:hAnsi="Arial" w:cs="Arial"/>
                <w:sz w:val="20"/>
                <w:szCs w:val="18"/>
              </w:rPr>
              <w:t>BIC</w:t>
            </w:r>
            <w:r>
              <w:rPr>
                <w:rFonts w:ascii="Arial" w:hAnsi="Arial" w:cs="Arial"/>
                <w:sz w:val="20"/>
                <w:szCs w:val="18"/>
              </w:rPr>
              <w:t xml:space="preserve"> (internationale Bankleitzahl)</w:t>
            </w:r>
          </w:p>
        </w:tc>
        <w:tc>
          <w:tcPr>
            <w:tcW w:w="585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E9744F">
            <w:pPr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  <w:tr w:rsidR="00736553" w:rsidRPr="00217F16" w:rsidTr="001513B8">
        <w:trPr>
          <w:trHeight w:hRule="exact" w:val="397"/>
        </w:trPr>
        <w:tc>
          <w:tcPr>
            <w:tcW w:w="3610" w:type="dxa"/>
          </w:tcPr>
          <w:p w:rsidR="00736553" w:rsidRPr="00217F16" w:rsidRDefault="00E9744F" w:rsidP="009A19E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Arial" w:hAnsi="Arial" w:cs="Arial"/>
                <w:caps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Verwendungszweck</w:t>
            </w:r>
          </w:p>
        </w:tc>
        <w:tc>
          <w:tcPr>
            <w:tcW w:w="585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:rsidR="00736553" w:rsidRPr="00E9744F" w:rsidRDefault="00736553" w:rsidP="00E9744F">
            <w:pPr>
              <w:rPr>
                <w:rFonts w:ascii="Arial" w:hAnsi="Arial"/>
                <w:noProof/>
                <w:sz w:val="20"/>
                <w:lang w:val="en-GB"/>
              </w:rPr>
            </w:pP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instrText xml:space="preserve"> FORMTEXT </w:instrTex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separate"/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E9744F">
              <w:rPr>
                <w:rFonts w:ascii="Arial" w:hAnsi="Arial"/>
                <w:noProof/>
                <w:sz w:val="20"/>
                <w:lang w:val="en-GB"/>
              </w:rPr>
              <w:fldChar w:fldCharType="end"/>
            </w:r>
          </w:p>
        </w:tc>
      </w:tr>
    </w:tbl>
    <w:p w:rsidR="00736553" w:rsidRDefault="00736553" w:rsidP="00736553">
      <w:pPr>
        <w:pStyle w:val="StiftungMercatorBasistext"/>
        <w:tabs>
          <w:tab w:val="clear" w:pos="330"/>
          <w:tab w:val="left" w:pos="3686"/>
        </w:tabs>
        <w:spacing w:line="284" w:lineRule="atLeast"/>
        <w:rPr>
          <w:rFonts w:ascii="Arial" w:hAnsi="Arial" w:cs="Arial"/>
          <w:caps/>
          <w:sz w:val="20"/>
          <w:szCs w:val="18"/>
        </w:rPr>
      </w:pPr>
    </w:p>
    <w:p w:rsidR="00A679C5" w:rsidRDefault="00A679C5" w:rsidP="00736553">
      <w:pPr>
        <w:pStyle w:val="StiftungMercatorBasistext"/>
        <w:tabs>
          <w:tab w:val="clear" w:pos="330"/>
          <w:tab w:val="left" w:pos="3686"/>
        </w:tabs>
        <w:spacing w:line="284" w:lineRule="atLeast"/>
        <w:rPr>
          <w:rFonts w:ascii="Arial" w:hAnsi="Arial" w:cs="Arial"/>
          <w:caps/>
          <w:sz w:val="20"/>
          <w:szCs w:val="18"/>
        </w:rPr>
      </w:pPr>
    </w:p>
    <w:p w:rsidR="00221FD1" w:rsidRDefault="00221FD1" w:rsidP="00736553">
      <w:pPr>
        <w:pStyle w:val="StiftungMercatorBasistext"/>
        <w:tabs>
          <w:tab w:val="clear" w:pos="330"/>
          <w:tab w:val="left" w:pos="3686"/>
        </w:tabs>
        <w:spacing w:line="284" w:lineRule="atLeast"/>
        <w:rPr>
          <w:rFonts w:ascii="Arial" w:hAnsi="Arial" w:cs="Arial"/>
          <w:caps/>
          <w:sz w:val="20"/>
          <w:szCs w:val="1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085"/>
        <w:gridCol w:w="567"/>
        <w:gridCol w:w="5812"/>
      </w:tblGrid>
      <w:tr w:rsidR="004832CF" w:rsidRPr="00136429" w:rsidTr="001513B8">
        <w:trPr>
          <w:trHeight w:val="340"/>
        </w:trPr>
        <w:tc>
          <w:tcPr>
            <w:tcW w:w="3085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4832CF" w:rsidRPr="0056794E" w:rsidRDefault="004832CF" w:rsidP="009A19E5">
            <w:pPr>
              <w:pStyle w:val="EinfacherAbsatz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832CF" w:rsidRPr="00136429" w:rsidRDefault="004832CF" w:rsidP="009A19E5">
            <w:pPr>
              <w:pStyle w:val="EinfacherAbsatz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:rsidR="004832CF" w:rsidRPr="0056794E" w:rsidRDefault="004832CF" w:rsidP="009A19E5">
            <w:pPr>
              <w:pStyle w:val="EinfacherAbsatz"/>
              <w:spacing w:after="120" w:line="240" w:lineRule="auto"/>
              <w:ind w:left="-474" w:firstLine="474"/>
              <w:rPr>
                <w:rFonts w:ascii="Arial" w:hAnsi="Arial" w:cs="Arial"/>
                <w:sz w:val="20"/>
                <w:szCs w:val="20"/>
              </w:rPr>
            </w:pPr>
            <w:r w:rsidRPr="0056794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794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6794E">
              <w:rPr>
                <w:rFonts w:ascii="Arial" w:hAnsi="Arial" w:cs="Arial"/>
                <w:sz w:val="20"/>
                <w:szCs w:val="20"/>
              </w:rPr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6794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E5517" w:rsidRDefault="004832CF" w:rsidP="0059144F">
      <w:pPr>
        <w:tabs>
          <w:tab w:val="left" w:pos="3686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Datum und Ort</w:t>
      </w:r>
      <w:r>
        <w:rPr>
          <w:rFonts w:ascii="Arial" w:hAnsi="Arial" w:cs="Arial"/>
          <w:sz w:val="16"/>
          <w:szCs w:val="16"/>
        </w:rPr>
        <w:tab/>
        <w:t>Unterschrift der/des Projektverantwortlichen</w:t>
      </w:r>
    </w:p>
    <w:p w:rsidR="00A679C5" w:rsidRDefault="00A679C5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sectPr w:rsidR="00A679C5" w:rsidSect="00AE7CE8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25" w:right="992" w:bottom="709" w:left="1418" w:header="143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8DB" w:rsidRDefault="008F78DB">
      <w:r>
        <w:separator/>
      </w:r>
    </w:p>
  </w:endnote>
  <w:endnote w:type="continuationSeparator" w:id="0">
    <w:p w:rsidR="008F78DB" w:rsidRDefault="008F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nsit-Normal">
    <w:altName w:val="Euphemia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53"/>
      <w:gridCol w:w="1776"/>
      <w:gridCol w:w="1556"/>
      <w:gridCol w:w="2827"/>
      <w:gridCol w:w="2170"/>
    </w:tblGrid>
    <w:tr w:rsidR="00F740AC">
      <w:tc>
        <w:tcPr>
          <w:tcW w:w="0" w:type="auto"/>
        </w:tcPr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Jean-Paul-Straße 12</w:t>
          </w:r>
        </w:p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D-53173 Bonn</w:t>
          </w:r>
        </w:p>
      </w:tc>
      <w:tc>
        <w:tcPr>
          <w:tcW w:w="0" w:type="auto"/>
        </w:tcPr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E-Mail: info@avh.de</w:t>
          </w:r>
        </w:p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www.humboldt-foundation.de</w:t>
          </w:r>
        </w:p>
      </w:tc>
      <w:tc>
        <w:tcPr>
          <w:tcW w:w="0" w:type="auto"/>
        </w:tcPr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Tel.: +49(0)228/833-0</w:t>
          </w:r>
        </w:p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Fax: +49(0)228/833-199</w:t>
          </w:r>
        </w:p>
      </w:tc>
      <w:tc>
        <w:tcPr>
          <w:tcW w:w="0" w:type="auto"/>
        </w:tcPr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Commerzbank vormals Dresdner Bank (Bonn)</w:t>
          </w:r>
        </w:p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BLZ 370 800 40 · Konto Nr. 266 397 100</w:t>
          </w:r>
        </w:p>
      </w:tc>
      <w:tc>
        <w:tcPr>
          <w:tcW w:w="0" w:type="auto"/>
        </w:tcPr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SWIFT-BIC: DRES DE FF XXX</w:t>
          </w:r>
        </w:p>
        <w:p w:rsidR="00F740AC" w:rsidRDefault="00F740AC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IBAN: DE14370800400266397100</w:t>
          </w:r>
        </w:p>
      </w:tc>
    </w:tr>
  </w:tbl>
  <w:p w:rsidR="00F740AC" w:rsidRDefault="00F740AC">
    <w:pPr>
      <w:pStyle w:val="Fuzeile"/>
      <w:tabs>
        <w:tab w:val="clear" w:pos="4819"/>
        <w:tab w:val="clear" w:pos="9071"/>
        <w:tab w:val="right" w:pos="935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4"/>
      <w:gridCol w:w="1770"/>
      <w:gridCol w:w="1535"/>
      <w:gridCol w:w="2887"/>
      <w:gridCol w:w="2116"/>
    </w:tblGrid>
    <w:tr w:rsidR="00F740AC" w:rsidRPr="006C5F03">
      <w:tc>
        <w:tcPr>
          <w:tcW w:w="0" w:type="auto"/>
        </w:tcPr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Jean-Paul-Straße 12</w:t>
          </w:r>
        </w:p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D-53173 Bonn</w:t>
          </w:r>
        </w:p>
      </w:tc>
      <w:tc>
        <w:tcPr>
          <w:tcW w:w="0" w:type="auto"/>
        </w:tcPr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E-Mail: info@avh.de</w:t>
          </w:r>
        </w:p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www.humboldt-foundation.de</w:t>
          </w:r>
        </w:p>
      </w:tc>
      <w:tc>
        <w:tcPr>
          <w:tcW w:w="0" w:type="auto"/>
        </w:tcPr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Tel.: +49(0)228/833-0</w:t>
          </w:r>
        </w:p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Fax: +49(0)228/833-199</w:t>
          </w:r>
        </w:p>
      </w:tc>
      <w:tc>
        <w:tcPr>
          <w:tcW w:w="0" w:type="auto"/>
        </w:tcPr>
        <w:p w:rsidR="00F740AC" w:rsidRPr="006C5F03" w:rsidRDefault="00F740AC" w:rsidP="007A2C11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Commerzbank vormals Dresdner Bank (Bonn)</w:t>
          </w:r>
        </w:p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BLZ 370 800 40 · Konto Nr. 266 397 100</w:t>
          </w:r>
        </w:p>
      </w:tc>
      <w:tc>
        <w:tcPr>
          <w:tcW w:w="0" w:type="auto"/>
        </w:tcPr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SWIFT-BIC: DRES DE FF XXX</w:t>
          </w:r>
        </w:p>
        <w:p w:rsidR="00F740AC" w:rsidRPr="006C5F03" w:rsidRDefault="00F740AC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IBAN: DE14370800400266397100</w:t>
          </w:r>
        </w:p>
      </w:tc>
    </w:tr>
  </w:tbl>
  <w:p w:rsidR="00F740AC" w:rsidRDefault="00F740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8DB" w:rsidRDefault="008F78DB">
      <w:r>
        <w:separator/>
      </w:r>
    </w:p>
  </w:footnote>
  <w:footnote w:type="continuationSeparator" w:id="0">
    <w:p w:rsidR="008F78DB" w:rsidRDefault="008F7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0AC" w:rsidRDefault="00F740AC">
    <w:pPr>
      <w:pStyle w:val="Kopfzeile"/>
      <w:jc w:val="right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221FD1"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0AC" w:rsidRDefault="008F78DB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FAF4DB" wp14:editId="5A906700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8829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BHbEAIAACcEAAAOAAAAZHJzL2Uyb0RvYy54bWysU02P2jAQvVfqf7B8h3xAKU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0CC44FC" wp14:editId="677F7D8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882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7fTEAIAACc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F223A"/>
    <w:multiLevelType w:val="hybridMultilevel"/>
    <w:tmpl w:val="803ACF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9958BE"/>
    <w:multiLevelType w:val="hybridMultilevel"/>
    <w:tmpl w:val="B0204DDC"/>
    <w:lvl w:ilvl="0" w:tplc="DFDEEA1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ydK0xOUd5t6Z/nsCiPKdFXXswE=" w:salt="t19+p4wHHkU6XcLUWIjNxg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DB"/>
    <w:rsid w:val="000029DA"/>
    <w:rsid w:val="00015576"/>
    <w:rsid w:val="0003160A"/>
    <w:rsid w:val="0007198E"/>
    <w:rsid w:val="00084DF2"/>
    <w:rsid w:val="000B6513"/>
    <w:rsid w:val="000E5517"/>
    <w:rsid w:val="000F1DC6"/>
    <w:rsid w:val="001043B0"/>
    <w:rsid w:val="00105396"/>
    <w:rsid w:val="00114072"/>
    <w:rsid w:val="00116DAD"/>
    <w:rsid w:val="001513B8"/>
    <w:rsid w:val="0016146F"/>
    <w:rsid w:val="00176023"/>
    <w:rsid w:val="001766B3"/>
    <w:rsid w:val="0018395E"/>
    <w:rsid w:val="001B01F9"/>
    <w:rsid w:val="001D269A"/>
    <w:rsid w:val="00221FD1"/>
    <w:rsid w:val="00233861"/>
    <w:rsid w:val="00272211"/>
    <w:rsid w:val="00297812"/>
    <w:rsid w:val="002A13B8"/>
    <w:rsid w:val="002B07EF"/>
    <w:rsid w:val="002E39C8"/>
    <w:rsid w:val="002F6B43"/>
    <w:rsid w:val="003055B9"/>
    <w:rsid w:val="00351D09"/>
    <w:rsid w:val="0035650E"/>
    <w:rsid w:val="003768FF"/>
    <w:rsid w:val="003810B7"/>
    <w:rsid w:val="00383970"/>
    <w:rsid w:val="003925D5"/>
    <w:rsid w:val="003A5F76"/>
    <w:rsid w:val="003B0EDC"/>
    <w:rsid w:val="003C0DEB"/>
    <w:rsid w:val="003F51DA"/>
    <w:rsid w:val="004105C4"/>
    <w:rsid w:val="00433123"/>
    <w:rsid w:val="004428AC"/>
    <w:rsid w:val="0047080F"/>
    <w:rsid w:val="00476774"/>
    <w:rsid w:val="004832CF"/>
    <w:rsid w:val="004A7FE7"/>
    <w:rsid w:val="004E3FF2"/>
    <w:rsid w:val="00517AE2"/>
    <w:rsid w:val="00534C2F"/>
    <w:rsid w:val="005441CC"/>
    <w:rsid w:val="0059144F"/>
    <w:rsid w:val="0059544A"/>
    <w:rsid w:val="005A1713"/>
    <w:rsid w:val="005C3658"/>
    <w:rsid w:val="005E7780"/>
    <w:rsid w:val="00640427"/>
    <w:rsid w:val="0064142E"/>
    <w:rsid w:val="0064226B"/>
    <w:rsid w:val="006A5276"/>
    <w:rsid w:val="006C525F"/>
    <w:rsid w:val="006C5F03"/>
    <w:rsid w:val="006E2BFC"/>
    <w:rsid w:val="006E50BF"/>
    <w:rsid w:val="006F17FF"/>
    <w:rsid w:val="00722A58"/>
    <w:rsid w:val="00731FE5"/>
    <w:rsid w:val="00736553"/>
    <w:rsid w:val="00755974"/>
    <w:rsid w:val="00757C6B"/>
    <w:rsid w:val="00764D19"/>
    <w:rsid w:val="00793224"/>
    <w:rsid w:val="007A2C11"/>
    <w:rsid w:val="007B5454"/>
    <w:rsid w:val="007E2ED0"/>
    <w:rsid w:val="007F379A"/>
    <w:rsid w:val="00815547"/>
    <w:rsid w:val="008201DF"/>
    <w:rsid w:val="0085275B"/>
    <w:rsid w:val="00884E8F"/>
    <w:rsid w:val="00892505"/>
    <w:rsid w:val="0089462C"/>
    <w:rsid w:val="008A2738"/>
    <w:rsid w:val="008F78DB"/>
    <w:rsid w:val="00944E93"/>
    <w:rsid w:val="009566EC"/>
    <w:rsid w:val="00961C7B"/>
    <w:rsid w:val="00986708"/>
    <w:rsid w:val="009A1494"/>
    <w:rsid w:val="009B2D69"/>
    <w:rsid w:val="009E681F"/>
    <w:rsid w:val="009F1ACF"/>
    <w:rsid w:val="00A66B52"/>
    <w:rsid w:val="00A679C5"/>
    <w:rsid w:val="00A76103"/>
    <w:rsid w:val="00A87E46"/>
    <w:rsid w:val="00AA55CB"/>
    <w:rsid w:val="00AB763E"/>
    <w:rsid w:val="00AE7CE8"/>
    <w:rsid w:val="00AF5C6D"/>
    <w:rsid w:val="00B076A8"/>
    <w:rsid w:val="00B14778"/>
    <w:rsid w:val="00B24353"/>
    <w:rsid w:val="00B32665"/>
    <w:rsid w:val="00B61B1F"/>
    <w:rsid w:val="00B76511"/>
    <w:rsid w:val="00B80600"/>
    <w:rsid w:val="00B850BE"/>
    <w:rsid w:val="00B92FAB"/>
    <w:rsid w:val="00BA798E"/>
    <w:rsid w:val="00BB5B5E"/>
    <w:rsid w:val="00BB680A"/>
    <w:rsid w:val="00BD0F56"/>
    <w:rsid w:val="00C072D5"/>
    <w:rsid w:val="00C119F2"/>
    <w:rsid w:val="00C97DA9"/>
    <w:rsid w:val="00D12340"/>
    <w:rsid w:val="00D42530"/>
    <w:rsid w:val="00D87377"/>
    <w:rsid w:val="00DC57E0"/>
    <w:rsid w:val="00DC73DC"/>
    <w:rsid w:val="00DC7B89"/>
    <w:rsid w:val="00E00A35"/>
    <w:rsid w:val="00E33C23"/>
    <w:rsid w:val="00E431BC"/>
    <w:rsid w:val="00E46CBA"/>
    <w:rsid w:val="00E604A3"/>
    <w:rsid w:val="00E73F91"/>
    <w:rsid w:val="00E75C23"/>
    <w:rsid w:val="00E8254D"/>
    <w:rsid w:val="00E9744F"/>
    <w:rsid w:val="00EB78C5"/>
    <w:rsid w:val="00EC557E"/>
    <w:rsid w:val="00EE0FED"/>
    <w:rsid w:val="00F004AF"/>
    <w:rsid w:val="00F172B6"/>
    <w:rsid w:val="00F740AC"/>
    <w:rsid w:val="00F76FF0"/>
    <w:rsid w:val="00FC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chwartz-initiative@avh.d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\AppData\Local\Temp\Briefvorlage_Abteilung_1_Referatsleitung_1.1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DE9F7-D99A-403F-8F13-11051C64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Briefvorlage_Abteilung_1_Referatsleitung_1.1-1</Template>
  <TotalTime>0</TotalTime>
  <Pages>1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Alexander von Humboldt-Stiftung • Jean-Paul-Str</vt:lpstr>
    </vt:vector>
  </TitlesOfParts>
  <Company>AvH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von Humboldt-Stiftung • Jean-Paul-Str</dc:title>
  <dc:creator>Albrecht, Frank</dc:creator>
  <cp:lastModifiedBy>Machacsek, Katja</cp:lastModifiedBy>
  <cp:revision>2</cp:revision>
  <cp:lastPrinted>2017-12-21T10:29:00Z</cp:lastPrinted>
  <dcterms:created xsi:type="dcterms:W3CDTF">2018-01-09T13:47:00Z</dcterms:created>
  <dcterms:modified xsi:type="dcterms:W3CDTF">2018-01-09T13:47:00Z</dcterms:modified>
</cp:coreProperties>
</file>